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7665D" w14:textId="77777777" w:rsidR="0058635F" w:rsidRPr="0058635F" w:rsidRDefault="0058635F" w:rsidP="0058635F">
      <w:pPr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Załącznik nr 3 Formularz oferty</w:t>
      </w:r>
    </w:p>
    <w:p w14:paraId="1A7ECE69" w14:textId="77777777" w:rsidR="0058635F" w:rsidRPr="0058635F" w:rsidRDefault="0058635F" w:rsidP="0058635F">
      <w:pPr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 xml:space="preserve">……………………………………. </w:t>
      </w:r>
      <w:r w:rsidRPr="0058635F">
        <w:rPr>
          <w:rFonts w:ascii="Calibri" w:eastAsia="Calibri" w:hAnsi="Calibri" w:cs="Times New Roman"/>
        </w:rPr>
        <w:tab/>
      </w:r>
      <w:r w:rsidRPr="0058635F">
        <w:rPr>
          <w:rFonts w:ascii="Calibri" w:eastAsia="Calibri" w:hAnsi="Calibri" w:cs="Times New Roman"/>
        </w:rPr>
        <w:tab/>
      </w:r>
      <w:r w:rsidRPr="0058635F">
        <w:rPr>
          <w:rFonts w:ascii="Calibri" w:eastAsia="Calibri" w:hAnsi="Calibri" w:cs="Times New Roman"/>
        </w:rPr>
        <w:tab/>
      </w:r>
      <w:r w:rsidRPr="0058635F">
        <w:rPr>
          <w:rFonts w:ascii="Calibri" w:eastAsia="Calibri" w:hAnsi="Calibri" w:cs="Times New Roman"/>
        </w:rPr>
        <w:tab/>
      </w:r>
      <w:r w:rsidRPr="0058635F">
        <w:rPr>
          <w:rFonts w:ascii="Calibri" w:eastAsia="Calibri" w:hAnsi="Calibri" w:cs="Times New Roman"/>
        </w:rPr>
        <w:tab/>
        <w:t>………………………, dn. ……………..</w:t>
      </w:r>
    </w:p>
    <w:p w14:paraId="0DC156B5" w14:textId="77777777" w:rsidR="0058635F" w:rsidRPr="0058635F" w:rsidRDefault="0058635F" w:rsidP="0058635F">
      <w:pPr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…………………………………….</w:t>
      </w:r>
    </w:p>
    <w:p w14:paraId="4D2818F2" w14:textId="77777777" w:rsidR="0058635F" w:rsidRPr="0058635F" w:rsidRDefault="0058635F" w:rsidP="0058635F">
      <w:pPr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 xml:space="preserve">…………………………………… </w:t>
      </w:r>
    </w:p>
    <w:p w14:paraId="1651E8CA" w14:textId="77777777" w:rsidR="0058635F" w:rsidRPr="0058635F" w:rsidRDefault="0058635F" w:rsidP="0058635F">
      <w:pPr>
        <w:tabs>
          <w:tab w:val="left" w:pos="1020"/>
          <w:tab w:val="center" w:pos="4536"/>
        </w:tabs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8635F">
        <w:rPr>
          <w:rFonts w:ascii="Calibri" w:eastAsia="Calibri" w:hAnsi="Calibri" w:cs="Times New Roman"/>
          <w:b/>
          <w:sz w:val="24"/>
          <w:szCs w:val="24"/>
        </w:rPr>
        <w:t>Formularz oferty</w:t>
      </w:r>
    </w:p>
    <w:p w14:paraId="5F5C3DEF" w14:textId="7E516D08" w:rsidR="0058635F" w:rsidRPr="0058635F" w:rsidRDefault="0058635F" w:rsidP="00D042A6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 xml:space="preserve">Oferta na </w:t>
      </w:r>
      <w:r w:rsidR="008B1385">
        <w:rPr>
          <w:rFonts w:ascii="Calibri" w:eastAsia="Calibri" w:hAnsi="Calibri" w:cs="Times New Roman"/>
        </w:rPr>
        <w:t>dostawę</w:t>
      </w:r>
      <w:r w:rsidR="00015967">
        <w:rPr>
          <w:rFonts w:ascii="Calibri" w:eastAsia="Calibri" w:hAnsi="Calibri" w:cs="Times New Roman"/>
        </w:rPr>
        <w:t xml:space="preserve"> laminatora</w:t>
      </w:r>
      <w:r w:rsidRPr="0058635F">
        <w:rPr>
          <w:rFonts w:ascii="Calibri" w:eastAsia="Calibri" w:hAnsi="Calibri" w:cs="Times New Roman"/>
        </w:rPr>
        <w:t xml:space="preserve">, w ramach projektu pt.: </w:t>
      </w:r>
      <w:r w:rsidR="00D042A6">
        <w:rPr>
          <w:rFonts w:ascii="Calibri" w:eastAsia="Calibri" w:hAnsi="Calibri" w:cs="Times New Roman"/>
        </w:rPr>
        <w:t>„</w:t>
      </w:r>
      <w:r w:rsidR="00BB7EEA" w:rsidRPr="00BB7EEA">
        <w:rPr>
          <w:rFonts w:ascii="Calibri" w:eastAsia="Calibri" w:hAnsi="Calibri" w:cs="Times New Roman"/>
        </w:rPr>
        <w:t>Building Sun System - fotowoltaiczny kompozytowy system pokrycia dachowego i fasadowego: BIPV II generacji</w:t>
      </w:r>
      <w:r w:rsidRPr="0058635F">
        <w:rPr>
          <w:rFonts w:ascii="Calibri" w:eastAsia="Calibri" w:hAnsi="Calibri" w:cs="Times New Roman"/>
        </w:rPr>
        <w:t xml:space="preserve">”, </w:t>
      </w:r>
      <w:r w:rsidR="004546DF">
        <w:rPr>
          <w:rFonts w:ascii="Calibri" w:eastAsia="Calibri" w:hAnsi="Calibri" w:cs="Times New Roman"/>
        </w:rPr>
        <w:br/>
      </w:r>
      <w:r w:rsidRPr="0058635F">
        <w:rPr>
          <w:rFonts w:ascii="Calibri" w:eastAsia="Calibri" w:hAnsi="Calibri" w:cs="Times New Roman"/>
        </w:rPr>
        <w:t>w odpowi</w:t>
      </w:r>
      <w:r>
        <w:rPr>
          <w:rFonts w:ascii="Calibri" w:eastAsia="Calibri" w:hAnsi="Calibri" w:cs="Times New Roman"/>
        </w:rPr>
        <w:t xml:space="preserve">edzi na </w:t>
      </w:r>
      <w:r w:rsidR="00051617">
        <w:rPr>
          <w:rFonts w:ascii="Calibri" w:eastAsia="Calibri" w:hAnsi="Calibri" w:cs="Times New Roman"/>
        </w:rPr>
        <w:t>zapytanie nr Elec/</w:t>
      </w:r>
      <w:r w:rsidR="00BB7EEA">
        <w:rPr>
          <w:rFonts w:ascii="Calibri" w:eastAsia="Calibri" w:hAnsi="Calibri" w:cs="Times New Roman"/>
        </w:rPr>
        <w:t>0134</w:t>
      </w:r>
      <w:r w:rsidR="00051617">
        <w:rPr>
          <w:rFonts w:ascii="Calibri" w:eastAsia="Calibri" w:hAnsi="Calibri" w:cs="Times New Roman"/>
        </w:rPr>
        <w:t>/</w:t>
      </w:r>
      <w:r w:rsidR="008B1385">
        <w:rPr>
          <w:rFonts w:ascii="Calibri" w:eastAsia="Calibri" w:hAnsi="Calibri" w:cs="Times New Roman"/>
        </w:rPr>
        <w:t>sp</w:t>
      </w:r>
      <w:r w:rsidR="00051617">
        <w:rPr>
          <w:rFonts w:ascii="Calibri" w:eastAsia="Calibri" w:hAnsi="Calibri" w:cs="Times New Roman"/>
        </w:rPr>
        <w:t>/</w:t>
      </w:r>
      <w:r w:rsidR="00E44534">
        <w:rPr>
          <w:rFonts w:ascii="Calibri" w:eastAsia="Calibri" w:hAnsi="Calibri" w:cs="Times New Roman"/>
        </w:rPr>
        <w:t>8</w:t>
      </w:r>
      <w:r w:rsidR="00051617">
        <w:rPr>
          <w:rFonts w:ascii="Calibri" w:eastAsia="Calibri" w:hAnsi="Calibri" w:cs="Times New Roman"/>
        </w:rPr>
        <w:t xml:space="preserve"> z dnia </w:t>
      </w:r>
      <w:r w:rsidR="005E7AD6">
        <w:rPr>
          <w:rFonts w:ascii="Calibri" w:eastAsia="Calibri" w:hAnsi="Calibri" w:cs="Times New Roman"/>
        </w:rPr>
        <w:t>15</w:t>
      </w:r>
      <w:r w:rsidR="00051617">
        <w:rPr>
          <w:rFonts w:ascii="Calibri" w:eastAsia="Calibri" w:hAnsi="Calibri" w:cs="Times New Roman"/>
        </w:rPr>
        <w:t>.</w:t>
      </w:r>
      <w:r w:rsidR="00015967">
        <w:rPr>
          <w:rFonts w:ascii="Calibri" w:eastAsia="Calibri" w:hAnsi="Calibri" w:cs="Times New Roman"/>
        </w:rPr>
        <w:t>0</w:t>
      </w:r>
      <w:r w:rsidR="005E7AD6">
        <w:rPr>
          <w:rFonts w:ascii="Calibri" w:eastAsia="Calibri" w:hAnsi="Calibri" w:cs="Times New Roman"/>
        </w:rPr>
        <w:t>4</w:t>
      </w:r>
      <w:r w:rsidR="00051617">
        <w:rPr>
          <w:rFonts w:ascii="Calibri" w:eastAsia="Calibri" w:hAnsi="Calibri" w:cs="Times New Roman"/>
        </w:rPr>
        <w:t>.20</w:t>
      </w:r>
      <w:r w:rsidR="00BB7EEA">
        <w:rPr>
          <w:rFonts w:ascii="Calibri" w:eastAsia="Calibri" w:hAnsi="Calibri" w:cs="Times New Roman"/>
        </w:rPr>
        <w:t>2</w:t>
      </w:r>
      <w:r w:rsidR="00015967">
        <w:rPr>
          <w:rFonts w:ascii="Calibri" w:eastAsia="Calibri" w:hAnsi="Calibri" w:cs="Times New Roman"/>
        </w:rPr>
        <w:t>1</w:t>
      </w:r>
      <w:r>
        <w:rPr>
          <w:rFonts w:ascii="Calibri" w:eastAsia="Calibri" w:hAnsi="Calibri" w:cs="Times New Roman"/>
        </w:rPr>
        <w:t xml:space="preserve"> roku.</w:t>
      </w:r>
    </w:p>
    <w:p w14:paraId="70C0EEA3" w14:textId="7A0C50A2" w:rsidR="0058635F" w:rsidRPr="0058635F" w:rsidRDefault="0058635F" w:rsidP="00BB7EEA">
      <w:pPr>
        <w:tabs>
          <w:tab w:val="left" w:pos="1020"/>
          <w:tab w:val="center" w:pos="4536"/>
        </w:tabs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 xml:space="preserve">1) Oferuję spełnienie przedmiotu zamówienia, zgodnie z warunkami i postanowieniami zawartymi </w:t>
      </w:r>
      <w:r w:rsidR="006054F4">
        <w:rPr>
          <w:rFonts w:ascii="Calibri" w:eastAsia="Calibri" w:hAnsi="Calibri" w:cs="Times New Roman"/>
        </w:rPr>
        <w:br/>
      </w:r>
      <w:r w:rsidRPr="0058635F">
        <w:rPr>
          <w:rFonts w:ascii="Calibri" w:eastAsia="Calibri" w:hAnsi="Calibri" w:cs="Times New Roman"/>
        </w:rPr>
        <w:t>w zapytaniu ofertowym za cenę: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06"/>
        <w:gridCol w:w="5632"/>
        <w:gridCol w:w="1412"/>
        <w:gridCol w:w="1262"/>
      </w:tblGrid>
      <w:tr w:rsidR="006054F4" w:rsidRPr="0058635F" w14:paraId="6C63BA30" w14:textId="5952139C" w:rsidTr="006054F4">
        <w:tc>
          <w:tcPr>
            <w:tcW w:w="506" w:type="dxa"/>
          </w:tcPr>
          <w:p w14:paraId="348FC3E0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l.p.</w:t>
            </w:r>
          </w:p>
        </w:tc>
        <w:tc>
          <w:tcPr>
            <w:tcW w:w="5731" w:type="dxa"/>
          </w:tcPr>
          <w:p w14:paraId="0A5A2825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 xml:space="preserve">Nazwa towaru </w:t>
            </w:r>
          </w:p>
        </w:tc>
        <w:tc>
          <w:tcPr>
            <w:tcW w:w="1418" w:type="dxa"/>
          </w:tcPr>
          <w:p w14:paraId="3FC2B6A8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Jednostka</w:t>
            </w:r>
          </w:p>
        </w:tc>
        <w:tc>
          <w:tcPr>
            <w:tcW w:w="1275" w:type="dxa"/>
          </w:tcPr>
          <w:p w14:paraId="2BE6331C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Ilość</w:t>
            </w:r>
          </w:p>
        </w:tc>
      </w:tr>
      <w:tr w:rsidR="006054F4" w:rsidRPr="0058635F" w14:paraId="0A2F0CA7" w14:textId="3F65E45D" w:rsidTr="006054F4">
        <w:tc>
          <w:tcPr>
            <w:tcW w:w="506" w:type="dxa"/>
          </w:tcPr>
          <w:p w14:paraId="48EAB27B" w14:textId="77777777" w:rsidR="006054F4" w:rsidRPr="0058635F" w:rsidRDefault="006054F4" w:rsidP="005863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5731" w:type="dxa"/>
          </w:tcPr>
          <w:p w14:paraId="6ECDFA03" w14:textId="77777777" w:rsidR="006054F4" w:rsidRPr="0058635F" w:rsidRDefault="006054F4" w:rsidP="005863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1418" w:type="dxa"/>
          </w:tcPr>
          <w:p w14:paraId="6EFD436B" w14:textId="77777777" w:rsidR="006054F4" w:rsidRPr="0058635F" w:rsidRDefault="006054F4" w:rsidP="005863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1275" w:type="dxa"/>
          </w:tcPr>
          <w:p w14:paraId="0510434E" w14:textId="77777777" w:rsidR="006054F4" w:rsidRPr="0058635F" w:rsidRDefault="006054F4" w:rsidP="005863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58635F">
              <w:rPr>
                <w:rFonts w:ascii="Calibri" w:eastAsia="Calibri" w:hAnsi="Calibri" w:cs="Times New Roman"/>
                <w:b/>
              </w:rPr>
              <w:t>4</w:t>
            </w:r>
          </w:p>
        </w:tc>
      </w:tr>
      <w:tr w:rsidR="006054F4" w:rsidRPr="0058635F" w14:paraId="61B932EE" w14:textId="0AA50DD1" w:rsidTr="006054F4">
        <w:tc>
          <w:tcPr>
            <w:tcW w:w="506" w:type="dxa"/>
          </w:tcPr>
          <w:p w14:paraId="4A051000" w14:textId="12A34DC2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731" w:type="dxa"/>
          </w:tcPr>
          <w:p w14:paraId="55C0897C" w14:textId="77777777" w:rsidR="006054F4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1AE4C95" w14:textId="77777777" w:rsidR="006054F4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4FBB0FD" w14:textId="77777777" w:rsidR="006054F4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F43A5B8" w14:textId="26BCD31C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213955E4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</w:tcPr>
          <w:p w14:paraId="2FA0E1B3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054F4" w:rsidRPr="0058635F" w14:paraId="2D178314" w14:textId="77777777" w:rsidTr="006054F4">
        <w:tc>
          <w:tcPr>
            <w:tcW w:w="7655" w:type="dxa"/>
            <w:gridSpan w:val="3"/>
          </w:tcPr>
          <w:p w14:paraId="27D8DF30" w14:textId="0B722BCF" w:rsidR="006054F4" w:rsidRPr="006054F4" w:rsidRDefault="006054F4" w:rsidP="006054F4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</w:rPr>
            </w:pPr>
            <w:r w:rsidRPr="006054F4">
              <w:rPr>
                <w:rFonts w:ascii="Calibri" w:eastAsia="Calibri" w:hAnsi="Calibri" w:cs="Times New Roman"/>
                <w:b/>
                <w:bCs/>
              </w:rPr>
              <w:t>Cena netto</w:t>
            </w:r>
          </w:p>
        </w:tc>
        <w:tc>
          <w:tcPr>
            <w:tcW w:w="1275" w:type="dxa"/>
          </w:tcPr>
          <w:p w14:paraId="45F6EE0F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054F4" w:rsidRPr="0058635F" w14:paraId="74391234" w14:textId="77777777" w:rsidTr="006054F4">
        <w:tc>
          <w:tcPr>
            <w:tcW w:w="7655" w:type="dxa"/>
            <w:gridSpan w:val="3"/>
          </w:tcPr>
          <w:p w14:paraId="5501D668" w14:textId="79F02238" w:rsidR="006054F4" w:rsidRPr="006054F4" w:rsidRDefault="006054F4" w:rsidP="006054F4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bCs/>
              </w:rPr>
            </w:pPr>
            <w:r w:rsidRPr="006054F4">
              <w:rPr>
                <w:rFonts w:ascii="Calibri" w:eastAsia="Calibri" w:hAnsi="Calibri" w:cs="Times New Roman"/>
                <w:b/>
                <w:bCs/>
              </w:rPr>
              <w:t>Cena brutto</w:t>
            </w:r>
          </w:p>
        </w:tc>
        <w:tc>
          <w:tcPr>
            <w:tcW w:w="1275" w:type="dxa"/>
          </w:tcPr>
          <w:p w14:paraId="428B473F" w14:textId="77777777" w:rsidR="006054F4" w:rsidRPr="0058635F" w:rsidRDefault="006054F4" w:rsidP="0058635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72F43451" w14:textId="77777777" w:rsidR="0058635F" w:rsidRPr="0058635F" w:rsidRDefault="0058635F" w:rsidP="00993EAE">
      <w:pPr>
        <w:contextualSpacing/>
        <w:jc w:val="both"/>
        <w:rPr>
          <w:rFonts w:ascii="Calibri" w:eastAsia="Calibri" w:hAnsi="Calibri" w:cs="Times New Roman"/>
        </w:rPr>
      </w:pPr>
    </w:p>
    <w:p w14:paraId="1D880263" w14:textId="77777777" w:rsidR="00C14764" w:rsidRDefault="00800B56" w:rsidP="00BB7EEA">
      <w:pPr>
        <w:numPr>
          <w:ilvl w:val="0"/>
          <w:numId w:val="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Termin ważności oferty: </w:t>
      </w:r>
      <w:r w:rsidR="00BB7EEA">
        <w:rPr>
          <w:rFonts w:ascii="Calibri" w:eastAsia="Calibri" w:hAnsi="Calibri" w:cs="Times New Roman"/>
        </w:rPr>
        <w:t>30</w:t>
      </w:r>
      <w:r w:rsidR="0058635F">
        <w:rPr>
          <w:rFonts w:ascii="Calibri" w:eastAsia="Calibri" w:hAnsi="Calibri" w:cs="Times New Roman"/>
        </w:rPr>
        <w:t xml:space="preserve"> dni</w:t>
      </w:r>
    </w:p>
    <w:p w14:paraId="05D0464B" w14:textId="3150A264" w:rsidR="00C14764" w:rsidRPr="0058635F" w:rsidRDefault="00C14764" w:rsidP="00BB7EEA">
      <w:pPr>
        <w:numPr>
          <w:ilvl w:val="0"/>
          <w:numId w:val="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Termin realizacji</w:t>
      </w:r>
      <w:r w:rsidRPr="00C14764">
        <w:rPr>
          <w:rFonts w:ascii="Calibri" w:eastAsia="Calibri" w:hAnsi="Calibri" w:cs="Times New Roman"/>
        </w:rPr>
        <w:t xml:space="preserve"> zamówienia: </w:t>
      </w:r>
      <w:r w:rsidR="008B1385">
        <w:rPr>
          <w:rFonts w:ascii="Calibri" w:eastAsia="Calibri" w:hAnsi="Calibri" w:cs="Times New Roman"/>
        </w:rPr>
        <w:t>180 dni od dnia podpisania umowy</w:t>
      </w:r>
    </w:p>
    <w:p w14:paraId="222552CF" w14:textId="77777777" w:rsidR="0058635F" w:rsidRPr="0058635F" w:rsidRDefault="0058635F" w:rsidP="00BB7EEA">
      <w:pPr>
        <w:numPr>
          <w:ilvl w:val="0"/>
          <w:numId w:val="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Termin płatności</w:t>
      </w:r>
      <w:r w:rsidR="00800B56">
        <w:rPr>
          <w:rFonts w:ascii="Calibri" w:eastAsia="Calibri" w:hAnsi="Calibri" w:cs="Times New Roman"/>
        </w:rPr>
        <w:t>:</w:t>
      </w:r>
      <w:r w:rsidRPr="0058635F">
        <w:rPr>
          <w:rFonts w:ascii="Calibri" w:eastAsia="Calibri" w:hAnsi="Calibri" w:cs="Times New Roman"/>
        </w:rPr>
        <w:t xml:space="preserve"> …..</w:t>
      </w:r>
    </w:p>
    <w:p w14:paraId="0CE6A572" w14:textId="77777777" w:rsidR="0058635F" w:rsidRPr="0058635F" w:rsidRDefault="0058635F" w:rsidP="00BB7EEA">
      <w:pPr>
        <w:numPr>
          <w:ilvl w:val="0"/>
          <w:numId w:val="2"/>
        </w:numPr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Osoba do kontaktu</w:t>
      </w:r>
      <w:r w:rsidR="00800B56">
        <w:rPr>
          <w:rFonts w:ascii="Calibri" w:eastAsia="Calibri" w:hAnsi="Calibri" w:cs="Times New Roman"/>
        </w:rPr>
        <w:t>:</w:t>
      </w:r>
      <w:r w:rsidRPr="0058635F">
        <w:rPr>
          <w:rFonts w:ascii="Calibri" w:eastAsia="Calibri" w:hAnsi="Calibri" w:cs="Times New Roman"/>
        </w:rPr>
        <w:t xml:space="preserve"> ……</w:t>
      </w:r>
    </w:p>
    <w:p w14:paraId="1BC6B7F2" w14:textId="77777777" w:rsidR="00015967" w:rsidRDefault="00015967" w:rsidP="00BB7EEA">
      <w:pPr>
        <w:ind w:left="142" w:hanging="142"/>
        <w:jc w:val="both"/>
        <w:rPr>
          <w:rFonts w:ascii="Calibri" w:eastAsia="Calibri" w:hAnsi="Calibri" w:cs="Times New Roman"/>
        </w:rPr>
      </w:pPr>
    </w:p>
    <w:p w14:paraId="0765BC84" w14:textId="52F4FE25" w:rsidR="0058635F" w:rsidRPr="0058635F" w:rsidRDefault="0058635F" w:rsidP="00BB7EEA">
      <w:pPr>
        <w:ind w:left="142" w:hanging="142"/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Oświadczam, iż zapoznałem się z zapytaniem ofertowym i niniejsza oferta zawiera wszystkie</w:t>
      </w:r>
      <w:r w:rsidR="004546DF">
        <w:rPr>
          <w:rFonts w:ascii="Calibri" w:eastAsia="Calibri" w:hAnsi="Calibri" w:cs="Times New Roman"/>
        </w:rPr>
        <w:t xml:space="preserve"> </w:t>
      </w:r>
      <w:r w:rsidRPr="0058635F">
        <w:rPr>
          <w:rFonts w:ascii="Calibri" w:eastAsia="Calibri" w:hAnsi="Calibri" w:cs="Times New Roman"/>
        </w:rPr>
        <w:t>elementy wymienione w w/w zapytaniu.</w:t>
      </w:r>
    </w:p>
    <w:p w14:paraId="507917ED" w14:textId="77777777" w:rsidR="00015967" w:rsidRDefault="00015967" w:rsidP="00BB7EEA">
      <w:pPr>
        <w:ind w:left="142" w:hanging="142"/>
        <w:jc w:val="both"/>
        <w:rPr>
          <w:rFonts w:ascii="Calibri" w:eastAsia="Calibri" w:hAnsi="Calibri" w:cs="Times New Roman"/>
        </w:rPr>
      </w:pPr>
    </w:p>
    <w:p w14:paraId="64FDCCF9" w14:textId="318B84F9" w:rsidR="0058635F" w:rsidRPr="0058635F" w:rsidRDefault="0058635F" w:rsidP="00BB7EEA">
      <w:pPr>
        <w:ind w:left="142" w:hanging="142"/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Załączniki:</w:t>
      </w:r>
    </w:p>
    <w:p w14:paraId="77AD4F0F" w14:textId="77777777" w:rsidR="0058635F" w:rsidRPr="0058635F" w:rsidRDefault="0058635F" w:rsidP="0058635F">
      <w:pPr>
        <w:ind w:left="284"/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- oświadczenie dotyczące powiązań (wg wzoru – zał. nr 1 do zapytania ofertowego)</w:t>
      </w:r>
    </w:p>
    <w:p w14:paraId="699E49D6" w14:textId="77777777" w:rsidR="00015967" w:rsidRDefault="00015967" w:rsidP="0058635F">
      <w:pPr>
        <w:ind w:left="4956"/>
        <w:contextualSpacing/>
        <w:jc w:val="both"/>
        <w:rPr>
          <w:rFonts w:ascii="Calibri" w:eastAsia="Calibri" w:hAnsi="Calibri" w:cs="Times New Roman"/>
        </w:rPr>
      </w:pPr>
    </w:p>
    <w:p w14:paraId="02FC5744" w14:textId="77777777" w:rsidR="006054F4" w:rsidRDefault="006054F4" w:rsidP="0058635F">
      <w:pPr>
        <w:ind w:left="4956"/>
        <w:contextualSpacing/>
        <w:jc w:val="both"/>
        <w:rPr>
          <w:rFonts w:ascii="Calibri" w:eastAsia="Calibri" w:hAnsi="Calibri" w:cs="Times New Roman"/>
        </w:rPr>
      </w:pPr>
    </w:p>
    <w:p w14:paraId="4EBEF426" w14:textId="0C5DBBDA" w:rsidR="0058635F" w:rsidRPr="0058635F" w:rsidRDefault="0058635F" w:rsidP="0058635F">
      <w:pPr>
        <w:ind w:left="4956"/>
        <w:contextualSpacing/>
        <w:jc w:val="both"/>
        <w:rPr>
          <w:rFonts w:ascii="Calibri" w:eastAsia="Calibri" w:hAnsi="Calibri" w:cs="Times New Roman"/>
        </w:rPr>
      </w:pPr>
      <w:r w:rsidRPr="0058635F">
        <w:rPr>
          <w:rFonts w:ascii="Calibri" w:eastAsia="Calibri" w:hAnsi="Calibri" w:cs="Times New Roman"/>
        </w:rPr>
        <w:t>………………………………..</w:t>
      </w:r>
    </w:p>
    <w:p w14:paraId="0EA93FD5" w14:textId="77777777" w:rsidR="0058635F" w:rsidRPr="0058635F" w:rsidRDefault="0058635F" w:rsidP="0058635F">
      <w:pPr>
        <w:ind w:left="4956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58635F">
        <w:rPr>
          <w:rFonts w:ascii="Calibri" w:eastAsia="Calibri" w:hAnsi="Calibri" w:cs="Times New Roman"/>
          <w:sz w:val="20"/>
          <w:szCs w:val="20"/>
        </w:rPr>
        <w:t xml:space="preserve">Data i podpis upoważnionego </w:t>
      </w:r>
    </w:p>
    <w:p w14:paraId="0E0282AF" w14:textId="77777777" w:rsidR="00407D70" w:rsidRPr="00993EAE" w:rsidRDefault="0058635F" w:rsidP="00993EAE">
      <w:pPr>
        <w:ind w:left="4956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58635F">
        <w:rPr>
          <w:rFonts w:ascii="Calibri" w:eastAsia="Calibri" w:hAnsi="Calibri" w:cs="Times New Roman"/>
          <w:sz w:val="20"/>
          <w:szCs w:val="20"/>
        </w:rPr>
        <w:t>przedstawiciela Oferenta</w:t>
      </w:r>
    </w:p>
    <w:sectPr w:rsidR="00407D70" w:rsidRPr="00993EAE" w:rsidSect="00BB7EEA">
      <w:headerReference w:type="default" r:id="rId7"/>
      <w:footerReference w:type="default" r:id="rId8"/>
      <w:pgSz w:w="11906" w:h="16838"/>
      <w:pgMar w:top="2410" w:right="1417" w:bottom="1701" w:left="1417" w:header="568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E88F5" w14:textId="77777777" w:rsidR="00EC372E" w:rsidRDefault="00EC372E" w:rsidP="00471991">
      <w:pPr>
        <w:spacing w:after="0" w:line="240" w:lineRule="auto"/>
      </w:pPr>
      <w:r>
        <w:separator/>
      </w:r>
    </w:p>
  </w:endnote>
  <w:endnote w:type="continuationSeparator" w:id="0">
    <w:p w14:paraId="5121E7B2" w14:textId="77777777" w:rsidR="00EC372E" w:rsidRDefault="00EC372E" w:rsidP="004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9E527" w14:textId="77777777" w:rsidR="00471991" w:rsidRDefault="00EC372E" w:rsidP="00BB7EEA">
    <w:pPr>
      <w:pStyle w:val="Stopka"/>
      <w:tabs>
        <w:tab w:val="clear" w:pos="9072"/>
      </w:tabs>
      <w:ind w:right="-284"/>
    </w:pPr>
    <w:r>
      <w:rPr>
        <w:noProof/>
      </w:rPr>
      <w:pict w14:anchorId="361AD784">
        <v:rect id="_x0000_i1025" alt="" style="width:453.6pt;height:.05pt;mso-width-percent:0;mso-height-percent:0;mso-width-percent:0;mso-height-percent:0" o:hralign="center" o:hrstd="t" o:hr="t" fillcolor="#a0a0a0" stroked="f"/>
      </w:pict>
    </w:r>
  </w:p>
  <w:p w14:paraId="6668D511" w14:textId="77777777" w:rsidR="00BB7EEA" w:rsidRDefault="00BB7EEA" w:rsidP="00BB7EEA">
    <w:pPr>
      <w:pStyle w:val="Stopka"/>
      <w:tabs>
        <w:tab w:val="clear" w:pos="4536"/>
        <w:tab w:val="clear" w:pos="9072"/>
        <w:tab w:val="left" w:pos="1000"/>
      </w:tabs>
      <w:ind w:right="-284"/>
      <w:rPr>
        <w:color w:val="808080" w:themeColor="background1" w:themeShade="80"/>
        <w:sz w:val="20"/>
      </w:rPr>
    </w:pPr>
    <w:r>
      <w:rPr>
        <w:color w:val="808080" w:themeColor="background1" w:themeShade="80"/>
        <w:sz w:val="20"/>
      </w:rPr>
      <w:tab/>
    </w:r>
  </w:p>
  <w:p w14:paraId="5EC2ED74" w14:textId="050CFC6E" w:rsidR="00B272BA" w:rsidRDefault="00B272BA" w:rsidP="00BB7EEA">
    <w:pPr>
      <w:pStyle w:val="Stopka"/>
      <w:ind w:right="-284"/>
      <w:rPr>
        <w:color w:val="808080" w:themeColor="background1" w:themeShade="80"/>
        <w:sz w:val="20"/>
      </w:rPr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3ECAB23A" wp14:editId="01243BA8">
          <wp:simplePos x="0" y="0"/>
          <wp:positionH relativeFrom="column">
            <wp:posOffset>4524375</wp:posOffset>
          </wp:positionH>
          <wp:positionV relativeFrom="paragraph">
            <wp:posOffset>37465</wp:posOffset>
          </wp:positionV>
          <wp:extent cx="1438275" cy="304397"/>
          <wp:effectExtent l="0" t="0" r="0" b="635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white-fl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304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72BA">
      <w:rPr>
        <w:color w:val="808080" w:themeColor="background1" w:themeShade="80"/>
        <w:sz w:val="20"/>
      </w:rPr>
      <w:t xml:space="preserve">ElectroTile </w:t>
    </w:r>
    <w:r w:rsidR="00D042A6">
      <w:rPr>
        <w:color w:val="808080" w:themeColor="background1" w:themeShade="80"/>
        <w:sz w:val="20"/>
      </w:rPr>
      <w:t>Sp. z o.o. , ul. Puławska 4</w:t>
    </w:r>
    <w:r w:rsidR="00B035D9">
      <w:rPr>
        <w:color w:val="808080" w:themeColor="background1" w:themeShade="80"/>
        <w:sz w:val="20"/>
      </w:rPr>
      <w:t>2</w:t>
    </w:r>
    <w:r w:rsidR="00D042A6">
      <w:rPr>
        <w:color w:val="808080" w:themeColor="background1" w:themeShade="80"/>
        <w:sz w:val="20"/>
      </w:rPr>
      <w:t>7, 02-8</w:t>
    </w:r>
    <w:r w:rsidR="00B035D9">
      <w:rPr>
        <w:color w:val="808080" w:themeColor="background1" w:themeShade="80"/>
        <w:sz w:val="20"/>
      </w:rPr>
      <w:t>01</w:t>
    </w:r>
    <w:r w:rsidR="00D042A6">
      <w:rPr>
        <w:color w:val="808080" w:themeColor="background1" w:themeShade="80"/>
        <w:sz w:val="20"/>
      </w:rPr>
      <w:t xml:space="preserve"> Warszawa</w:t>
    </w:r>
  </w:p>
  <w:p w14:paraId="771C53C7" w14:textId="77777777" w:rsidR="00D042A6" w:rsidRPr="00B272BA" w:rsidRDefault="00D042A6" w:rsidP="00BB7EEA">
    <w:pPr>
      <w:pStyle w:val="Stopka"/>
      <w:ind w:right="-284"/>
      <w:rPr>
        <w:color w:val="808080" w:themeColor="background1" w:themeShade="80"/>
        <w:sz w:val="20"/>
      </w:rPr>
    </w:pPr>
  </w:p>
  <w:p w14:paraId="14C6F4ED" w14:textId="77777777" w:rsidR="00B272BA" w:rsidRPr="0089235F" w:rsidRDefault="00B272BA" w:rsidP="00BB7EEA">
    <w:pPr>
      <w:pStyle w:val="Stopka"/>
      <w:tabs>
        <w:tab w:val="clear" w:pos="9072"/>
      </w:tabs>
      <w:ind w:right="-284"/>
      <w:rPr>
        <w:color w:val="808080" w:themeColor="background1" w:themeShade="80"/>
        <w:sz w:val="20"/>
      </w:rPr>
    </w:pPr>
    <w:r w:rsidRPr="0089235F">
      <w:rPr>
        <w:color w:val="808080" w:themeColor="background1" w:themeShade="80"/>
        <w:sz w:val="20"/>
      </w:rPr>
      <w:t>Telephone: 606 814 361 | FAX: 22 3141410 | E-mail: oa@electrotile.com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33975" w14:textId="77777777" w:rsidR="00EC372E" w:rsidRDefault="00EC372E" w:rsidP="00471991">
      <w:pPr>
        <w:spacing w:after="0" w:line="240" w:lineRule="auto"/>
      </w:pPr>
      <w:r>
        <w:separator/>
      </w:r>
    </w:p>
  </w:footnote>
  <w:footnote w:type="continuationSeparator" w:id="0">
    <w:p w14:paraId="52D153D2" w14:textId="77777777" w:rsidR="00EC372E" w:rsidRDefault="00EC372E" w:rsidP="0047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014E8" w14:textId="77777777" w:rsidR="00471991" w:rsidRDefault="00B272BA" w:rsidP="00BB7EEA">
    <w:pPr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C060A7E" wp14:editId="6ECD6747">
          <wp:simplePos x="0" y="0"/>
          <wp:positionH relativeFrom="column">
            <wp:posOffset>4361180</wp:posOffset>
          </wp:positionH>
          <wp:positionV relativeFrom="paragraph">
            <wp:posOffset>223520</wp:posOffset>
          </wp:positionV>
          <wp:extent cx="1438275" cy="304397"/>
          <wp:effectExtent l="0" t="0" r="0" b="63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white-fl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304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7EEA">
      <w:rPr>
        <w:noProof/>
        <w:sz w:val="16"/>
        <w:szCs w:val="16"/>
        <w:lang w:eastAsia="pl-PL"/>
      </w:rPr>
      <w:drawing>
        <wp:inline distT="0" distB="0" distL="0" distR="0" wp14:anchorId="58FFF106" wp14:editId="6DCE521D">
          <wp:extent cx="2084705" cy="640080"/>
          <wp:effectExtent l="0" t="0" r="0" b="762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BEB0D2" w14:textId="77777777" w:rsidR="00471991" w:rsidRDefault="00EC372E" w:rsidP="00BB7EEA">
    <w:pPr>
      <w:pStyle w:val="Nagwek"/>
      <w:tabs>
        <w:tab w:val="clear" w:pos="9072"/>
      </w:tabs>
    </w:pPr>
    <w:r>
      <w:rPr>
        <w:noProof/>
      </w:rPr>
      <w:pict w14:anchorId="1F3101B2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93C5C"/>
    <w:multiLevelType w:val="hybridMultilevel"/>
    <w:tmpl w:val="9EB2AFBA"/>
    <w:lvl w:ilvl="0" w:tplc="6B5C27F8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DE8"/>
    <w:rsid w:val="00011737"/>
    <w:rsid w:val="00015967"/>
    <w:rsid w:val="00016FEA"/>
    <w:rsid w:val="00023C7E"/>
    <w:rsid w:val="0003598B"/>
    <w:rsid w:val="00051617"/>
    <w:rsid w:val="000A6D63"/>
    <w:rsid w:val="0016319C"/>
    <w:rsid w:val="00171B65"/>
    <w:rsid w:val="00174338"/>
    <w:rsid w:val="001923B9"/>
    <w:rsid w:val="00220490"/>
    <w:rsid w:val="002D7CBE"/>
    <w:rsid w:val="0036542C"/>
    <w:rsid w:val="00407D70"/>
    <w:rsid w:val="004546DF"/>
    <w:rsid w:val="00454DE2"/>
    <w:rsid w:val="00464A25"/>
    <w:rsid w:val="00471991"/>
    <w:rsid w:val="004B3707"/>
    <w:rsid w:val="00530713"/>
    <w:rsid w:val="005326B6"/>
    <w:rsid w:val="00550142"/>
    <w:rsid w:val="00565A9F"/>
    <w:rsid w:val="0058635F"/>
    <w:rsid w:val="005D1E1F"/>
    <w:rsid w:val="005E7AD6"/>
    <w:rsid w:val="0060348F"/>
    <w:rsid w:val="006054F4"/>
    <w:rsid w:val="006348DA"/>
    <w:rsid w:val="00641439"/>
    <w:rsid w:val="00670BC6"/>
    <w:rsid w:val="00681527"/>
    <w:rsid w:val="0071437B"/>
    <w:rsid w:val="007525C0"/>
    <w:rsid w:val="00777B1F"/>
    <w:rsid w:val="00800B56"/>
    <w:rsid w:val="008075EE"/>
    <w:rsid w:val="00850459"/>
    <w:rsid w:val="00857EBC"/>
    <w:rsid w:val="00890846"/>
    <w:rsid w:val="0089235F"/>
    <w:rsid w:val="008B1385"/>
    <w:rsid w:val="008D7CB7"/>
    <w:rsid w:val="009048F1"/>
    <w:rsid w:val="009167F2"/>
    <w:rsid w:val="00993EAE"/>
    <w:rsid w:val="009D745F"/>
    <w:rsid w:val="009E0072"/>
    <w:rsid w:val="00A25E70"/>
    <w:rsid w:val="00A862AB"/>
    <w:rsid w:val="00B035D9"/>
    <w:rsid w:val="00B1105A"/>
    <w:rsid w:val="00B272BA"/>
    <w:rsid w:val="00B43DE8"/>
    <w:rsid w:val="00B4581B"/>
    <w:rsid w:val="00B5603A"/>
    <w:rsid w:val="00BB7EEA"/>
    <w:rsid w:val="00BF5B73"/>
    <w:rsid w:val="00C14764"/>
    <w:rsid w:val="00C14E68"/>
    <w:rsid w:val="00C27013"/>
    <w:rsid w:val="00CC6941"/>
    <w:rsid w:val="00CE1439"/>
    <w:rsid w:val="00CF11FF"/>
    <w:rsid w:val="00D042A6"/>
    <w:rsid w:val="00D26B5B"/>
    <w:rsid w:val="00DB2063"/>
    <w:rsid w:val="00DE4CDB"/>
    <w:rsid w:val="00E24A4C"/>
    <w:rsid w:val="00E44534"/>
    <w:rsid w:val="00E445E7"/>
    <w:rsid w:val="00E52E9C"/>
    <w:rsid w:val="00E62594"/>
    <w:rsid w:val="00E6681B"/>
    <w:rsid w:val="00EC2272"/>
    <w:rsid w:val="00EC372E"/>
    <w:rsid w:val="00ED00E4"/>
    <w:rsid w:val="00F14B29"/>
    <w:rsid w:val="00F23004"/>
    <w:rsid w:val="00F41CA9"/>
    <w:rsid w:val="00F514F3"/>
    <w:rsid w:val="00F649B3"/>
    <w:rsid w:val="00F6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A56FA"/>
  <w15:docId w15:val="{BF09367C-2055-4150-8777-3C9F1842C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90846"/>
    <w:pPr>
      <w:keepNext/>
      <w:spacing w:before="240" w:after="60" w:line="240" w:lineRule="auto"/>
      <w:outlineLvl w:val="0"/>
    </w:pPr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991"/>
  </w:style>
  <w:style w:type="paragraph" w:styleId="Stopka">
    <w:name w:val="footer"/>
    <w:basedOn w:val="Normalny"/>
    <w:link w:val="StopkaZnak"/>
    <w:uiPriority w:val="99"/>
    <w:unhideWhenUsed/>
    <w:rsid w:val="00471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91"/>
  </w:style>
  <w:style w:type="paragraph" w:styleId="Tekstdymka">
    <w:name w:val="Balloon Text"/>
    <w:basedOn w:val="Normalny"/>
    <w:link w:val="TekstdymkaZnak"/>
    <w:uiPriority w:val="99"/>
    <w:semiHidden/>
    <w:unhideWhenUsed/>
    <w:rsid w:val="009D7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45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90846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908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0846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8908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A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5A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5A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5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5A9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272BA"/>
    <w:rPr>
      <w:strike w:val="0"/>
      <w:dstrike w:val="0"/>
      <w:color w:val="8C1614"/>
      <w:u w:val="none"/>
      <w:effect w:val="none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B272BA"/>
    <w:pPr>
      <w:spacing w:after="300" w:line="3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B272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72B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272BA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664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86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4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192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88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73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674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60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3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adarczuk\Documents\Niestandardowe%20szablony%20pakietu%20Office\Papier%20UE%20-%20Electroti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C:\Users\pbadarczuk\Documents\Niestandardowe szablony pakietu Office\Papier UE - Electrotile.dotx</Template>
  <TotalTime>0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W.</dc:creator>
  <cp:lastModifiedBy>9842</cp:lastModifiedBy>
  <cp:revision>2</cp:revision>
  <cp:lastPrinted>2017-08-16T12:12:00Z</cp:lastPrinted>
  <dcterms:created xsi:type="dcterms:W3CDTF">2021-04-15T11:15:00Z</dcterms:created>
  <dcterms:modified xsi:type="dcterms:W3CDTF">2021-04-15T11:15:00Z</dcterms:modified>
</cp:coreProperties>
</file>